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4E34BBB0" w:rsidR="00676F0F" w:rsidRPr="002C3C93" w:rsidRDefault="00676F0F" w:rsidP="00504860">
      <w:pPr>
        <w:pStyle w:val="Podnadpis"/>
        <w:shd w:val="clear" w:color="auto" w:fill="CCFFFF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Příloha č. </w:t>
      </w:r>
      <w:r w:rsidR="003A0392" w:rsidRPr="002C3C93">
        <w:rPr>
          <w:rFonts w:cs="Arial"/>
          <w:caps/>
          <w:sz w:val="28"/>
          <w:szCs w:val="24"/>
        </w:rPr>
        <w:t>4</w:t>
      </w:r>
      <w:r w:rsidRPr="002C3C93">
        <w:rPr>
          <w:rFonts w:cs="Arial"/>
          <w:caps/>
          <w:sz w:val="28"/>
          <w:szCs w:val="24"/>
        </w:rPr>
        <w:t xml:space="preserve"> – </w:t>
      </w:r>
      <w:r w:rsidR="00B12D92" w:rsidRPr="002C3C93">
        <w:rPr>
          <w:rFonts w:cs="Arial"/>
          <w:caps/>
          <w:sz w:val="28"/>
          <w:szCs w:val="24"/>
        </w:rPr>
        <w:t xml:space="preserve">SEZNAM </w:t>
      </w:r>
      <w:r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564D4817" w:rsidR="00F30516" w:rsidRPr="002C3C93" w:rsidRDefault="00F30516" w:rsidP="00BE02F2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BE02F2" w:rsidRPr="00BE02F2">
        <w:rPr>
          <w:rFonts w:cs="Arial"/>
          <w:sz w:val="22"/>
          <w:szCs w:val="22"/>
        </w:rPr>
        <w:t>Dodávky jednorázových rukavic pro Karlovarskou krajskou nemocnici a</w:t>
      </w:r>
      <w:r w:rsidR="0081382B">
        <w:rPr>
          <w:rFonts w:cs="Arial"/>
          <w:sz w:val="22"/>
          <w:szCs w:val="22"/>
        </w:rPr>
        <w:t>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5168FB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504860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1EC4512E" w:rsidR="005168FB" w:rsidRPr="002C3C93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77258220" w14:textId="77777777" w:rsidR="0081382B" w:rsidRP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1382B">
        <w:rPr>
          <w:rFonts w:ascii="Arial" w:hAnsi="Arial" w:cs="Arial"/>
          <w:color w:val="000000"/>
          <w:sz w:val="22"/>
          <w:szCs w:val="22"/>
        </w:rPr>
        <w:t>byl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74FE0201" w14:textId="77777777" w:rsidR="0081382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4F9FCE48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0B98BFA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7893360D" w14:textId="293BDE46" w:rsidR="005168F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EE1B3F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701CD7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Pr="002C3C93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C59DD14" w14:textId="1EFC7624" w:rsidR="00EE1B3F" w:rsidRPr="002C3C93" w:rsidRDefault="004C4ABE" w:rsidP="004C4ABE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662455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A6BD68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8"/>
      <w:footerReference w:type="default" r:id="rId9"/>
      <w:footerReference w:type="first" r:id="rId10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166FE" w14:textId="77777777" w:rsidR="007A4F3A" w:rsidRDefault="007A4F3A">
      <w:r>
        <w:separator/>
      </w:r>
    </w:p>
  </w:endnote>
  <w:endnote w:type="continuationSeparator" w:id="0">
    <w:p w14:paraId="5D0A30B1" w14:textId="77777777" w:rsidR="007A4F3A" w:rsidRDefault="007A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F5C3" w14:textId="77777777" w:rsidR="007A4F3A" w:rsidRDefault="007A4F3A">
      <w:r>
        <w:separator/>
      </w:r>
    </w:p>
  </w:footnote>
  <w:footnote w:type="continuationSeparator" w:id="0">
    <w:p w14:paraId="5E4C8D94" w14:textId="77777777" w:rsidR="007A4F3A" w:rsidRDefault="007A4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B5A8989E"/>
    <w:lvl w:ilvl="0" w:tplc="14963CC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B6B02"/>
    <w:multiLevelType w:val="hybridMultilevel"/>
    <w:tmpl w:val="0D84E8A4"/>
    <w:lvl w:ilvl="0" w:tplc="D3340A2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3"/>
  </w:num>
  <w:num w:numId="2" w16cid:durableId="874544641">
    <w:abstractNumId w:val="17"/>
  </w:num>
  <w:num w:numId="3" w16cid:durableId="294482200">
    <w:abstractNumId w:val="14"/>
  </w:num>
  <w:num w:numId="4" w16cid:durableId="1759132588">
    <w:abstractNumId w:val="16"/>
  </w:num>
  <w:num w:numId="5" w16cid:durableId="1839534202">
    <w:abstractNumId w:val="8"/>
  </w:num>
  <w:num w:numId="6" w16cid:durableId="1826821569">
    <w:abstractNumId w:val="9"/>
  </w:num>
  <w:num w:numId="7" w16cid:durableId="1139759085">
    <w:abstractNumId w:val="15"/>
  </w:num>
  <w:num w:numId="8" w16cid:durableId="1273591127">
    <w:abstractNumId w:val="10"/>
  </w:num>
  <w:num w:numId="9" w16cid:durableId="1956282158">
    <w:abstractNumId w:val="12"/>
  </w:num>
  <w:num w:numId="10" w16cid:durableId="1937013165">
    <w:abstractNumId w:val="7"/>
  </w:num>
  <w:num w:numId="11" w16cid:durableId="1030641206">
    <w:abstractNumId w:val="11"/>
  </w:num>
  <w:num w:numId="12" w16cid:durableId="1189290854">
    <w:abstractNumId w:val="3"/>
  </w:num>
  <w:num w:numId="13" w16cid:durableId="628586045">
    <w:abstractNumId w:val="6"/>
  </w:num>
  <w:num w:numId="14" w16cid:durableId="1862161863">
    <w:abstractNumId w:val="0"/>
  </w:num>
  <w:num w:numId="15" w16cid:durableId="1246110958">
    <w:abstractNumId w:val="5"/>
  </w:num>
  <w:num w:numId="16" w16cid:durableId="1089543040">
    <w:abstractNumId w:val="4"/>
  </w:num>
  <w:num w:numId="17" w16cid:durableId="297339530">
    <w:abstractNumId w:val="1"/>
  </w:num>
  <w:num w:numId="18" w16cid:durableId="1727147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397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0003"/>
    <w:rsid w:val="00572626"/>
    <w:rsid w:val="00580304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6E7273"/>
    <w:rsid w:val="00701CD7"/>
    <w:rsid w:val="00707415"/>
    <w:rsid w:val="007477D8"/>
    <w:rsid w:val="00753987"/>
    <w:rsid w:val="0079124B"/>
    <w:rsid w:val="00796BCB"/>
    <w:rsid w:val="007A4F3A"/>
    <w:rsid w:val="007A5CF4"/>
    <w:rsid w:val="007E0E21"/>
    <w:rsid w:val="007E2AA9"/>
    <w:rsid w:val="007E504D"/>
    <w:rsid w:val="007F1032"/>
    <w:rsid w:val="007F5C9C"/>
    <w:rsid w:val="0081382B"/>
    <w:rsid w:val="0082056D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72BE9"/>
    <w:rsid w:val="00A90BEA"/>
    <w:rsid w:val="00A94007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4FD6"/>
    <w:rsid w:val="00BC7EEF"/>
    <w:rsid w:val="00BD4002"/>
    <w:rsid w:val="00BE02F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1E9E"/>
    <w:rsid w:val="00F213CC"/>
    <w:rsid w:val="00F24BAC"/>
    <w:rsid w:val="00F30516"/>
    <w:rsid w:val="00F62103"/>
    <w:rsid w:val="00F70620"/>
    <w:rsid w:val="00F818C0"/>
    <w:rsid w:val="00F86A67"/>
    <w:rsid w:val="00F873D5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123618-0BFB-4652-9F17-AF1DC8C9054B}"/>
</file>

<file path=customXml/itemProps3.xml><?xml version="1.0" encoding="utf-8"?>
<ds:datastoreItem xmlns:ds="http://schemas.openxmlformats.org/officeDocument/2006/customXml" ds:itemID="{5D875631-006F-436F-9EF2-D7CC8BCFD686}"/>
</file>

<file path=customXml/itemProps4.xml><?xml version="1.0" encoding="utf-8"?>
<ds:datastoreItem xmlns:ds="http://schemas.openxmlformats.org/officeDocument/2006/customXml" ds:itemID="{F81A149B-8406-4DD2-9EC1-00F3E38DE6D9}"/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176</TotalTime>
  <Pages>3</Pages>
  <Words>981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KKN</dc:creator>
  <cp:lastModifiedBy>Tina Batková</cp:lastModifiedBy>
  <cp:revision>66</cp:revision>
  <cp:lastPrinted>2013-09-18T12:20:00Z</cp:lastPrinted>
  <dcterms:created xsi:type="dcterms:W3CDTF">2022-05-05T12:23:00Z</dcterms:created>
  <dcterms:modified xsi:type="dcterms:W3CDTF">2025-07-01T13:18:00Z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